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2C60449-4C48-456B-98EE-5A6C6391D8F3}"/>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